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17436" w:rsidRDefault="00DF1020">
      <w:r>
        <w:rPr>
          <w:noProof/>
        </w:rPr>
        <w:drawing>
          <wp:anchor distT="0" distB="0" distL="114300" distR="114300" simplePos="0" relativeHeight="251690008" behindDoc="0" locked="0" layoutInCell="1" allowOverlap="1">
            <wp:simplePos x="0" y="0"/>
            <wp:positionH relativeFrom="page">
              <wp:posOffset>7367270</wp:posOffset>
            </wp:positionH>
            <wp:positionV relativeFrom="page">
              <wp:posOffset>5791200</wp:posOffset>
            </wp:positionV>
            <wp:extent cx="2073910" cy="1346200"/>
            <wp:effectExtent l="25400" t="0" r="8890" b="0"/>
            <wp:wrapTight wrapText="bothSides">
              <wp:wrapPolygon edited="0">
                <wp:start x="-265" y="0"/>
                <wp:lineTo x="-265" y="21192"/>
                <wp:lineTo x="21693" y="21192"/>
                <wp:lineTo x="21693" y="0"/>
                <wp:lineTo x="-265" y="0"/>
              </wp:wrapPolygon>
            </wp:wrapTight>
            <wp:docPr id="11" name="Picture 23" descr="https://lh4.googleusercontent.com/liUQoRspsV6V0H6_deDo07xP3Dqc71TmaTnIUgmPINzI-TCXN91PasPP_y0MUXSR2mbA-HNS-XetIy9ZwPzrfdtHRKA3c8zHt7kpz8hMj0RaZvVIsKstId2WpU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lh4.googleusercontent.com/liUQoRspsV6V0H6_deDo07xP3Dqc71TmaTnIUgmPINzI-TCXN91PasPP_y0MUXSR2mbA-HNS-XetIy9ZwPzrfdtHRKA3c8zHt7kpz8hMj0RaZvVIsKstId2WpUU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74" type="#_x0000_t202" style="position:absolute;margin-left:0;margin-top:0;width:2in;height:2in;z-index:251688984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DF1020" w:rsidRPr="00DF1020" w:rsidRDefault="00DF1020" w:rsidP="00DF1020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DF1020" w:rsidRDefault="00DF1020"/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85912" behindDoc="0" locked="0" layoutInCell="1" allowOverlap="1">
            <wp:simplePos x="0" y="0"/>
            <wp:positionH relativeFrom="page">
              <wp:posOffset>7353300</wp:posOffset>
            </wp:positionH>
            <wp:positionV relativeFrom="page">
              <wp:posOffset>4330700</wp:posOffset>
            </wp:positionV>
            <wp:extent cx="2101850" cy="1181100"/>
            <wp:effectExtent l="25400" t="0" r="6350" b="0"/>
            <wp:wrapTight wrapText="bothSides">
              <wp:wrapPolygon edited="0">
                <wp:start x="-261" y="0"/>
                <wp:lineTo x="-261" y="21368"/>
                <wp:lineTo x="21665" y="21368"/>
                <wp:lineTo x="21665" y="0"/>
                <wp:lineTo x="-261" y="0"/>
              </wp:wrapPolygon>
            </wp:wrapTight>
            <wp:docPr id="10" name="Picture 21" descr="https://lh5.googleusercontent.com/m4TABs8_NO4bZ6zohXSyk9IXa4-ima8JqFmsClIEbOcc3qigFXzwAyzOZzVfLwKpVAOGrCoC35q43pDKGjLS1RtySCNLHB4O-pXRVT0Jb2-Lk2oUzl1ZT05s3R-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lh5.googleusercontent.com/m4TABs8_NO4bZ6zohXSyk9IXa4-ima8JqFmsClIEbOcc3qigFXzwAyzOZzVfLwKpVAOGrCoC35q43pDKGjLS1RtySCNLHB4O-pXRVT0Jb2-Lk2oUzl1ZT05s3R-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73" type="#_x0000_t202" style="position:absolute;margin-left:0;margin-top:0;width:2in;height:2in;z-index:251684888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DF1020" w:rsidRPr="00DF1020" w:rsidRDefault="00DF1020" w:rsidP="00DF1020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DF1020" w:rsidRDefault="00DF1020"/>
              </w:txbxContent>
            </v:textbox>
            <w10:wrap type="tight"/>
          </v:shape>
        </w:pict>
      </w:r>
      <w:r w:rsidR="006B5527">
        <w:rPr>
          <w:noProof/>
        </w:rPr>
        <w:pict>
          <v:group id="_x0000_s1075" style="position:absolute;margin-left:578.4pt;margin-top:241pt;width:163.7pt;height:2in;z-index:251678744;mso-position-horizontal-relative:page;mso-position-vertical-relative:page" coordsize="20000,20000" wrapcoords="0 0 21600 0 21600 21600 0 21600 0 0" mv:complextextbox="1">
            <o:lock v:ext="edit" ungrouping="t"/>
            <v:shape id="_x0000_s1076" type="#_x0000_t202" style="position:absolute;width:20000;height:20000;mso-wrap-edited:f;mso-position-horizontal-relative:page;mso-position-vertical-relative:page" wrapcoords="0 0 21600 0 21600 21600 0 21600 0 0" mv:complextextbox="1" filled="f" stroked="f">
              <v:fill o:detectmouseclick="t"/>
              <v:textbox style="mso-next-textbox:#_x0000_s1071" inset=",7.2pt,,7.2pt"/>
            </v:shape>
            <v:shape id="_x0000_s1077" type="#_x0000_t202" style="position:absolute;left:880;top:1000;width:18234;height:11701" filled="f" stroked="f">
              <v:textbox style="mso-next-textbox:#_x0000_s1077" inset="0,0,0,0">
                <w:txbxContent>
                  <w:p w:rsidR="006B5527" w:rsidRPr="006B5527" w:rsidRDefault="00DF1020" w:rsidP="00DF1020">
                    <w:pPr>
                      <w:rPr>
                        <w:rFonts w:asciiTheme="majorHAnsi" w:hAnsiTheme="majorHAnsi"/>
                        <w:szCs w:val="20"/>
                      </w:rPr>
                    </w:pPr>
                    <w:r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       </w:t>
                    </w:r>
                    <w:proofErr w:type="spellStart"/>
                    <w:r w:rsidR="006B5527" w:rsidRPr="00DF1020">
                      <w:rPr>
                        <w:rFonts w:asciiTheme="majorHAnsi" w:hAnsiTheme="majorHAnsi"/>
                        <w:b/>
                        <w:color w:val="000000"/>
                        <w:szCs w:val="48"/>
                      </w:rPr>
                      <w:t>Supermercado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: </w:t>
                    </w:r>
                    <w:r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 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caminen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norte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hasta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llegar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a la Bora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Bora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lagoon y spa y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caminen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2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minutos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más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hasta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llegar</w:t>
                    </w:r>
                    <w:proofErr w:type="spellEnd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 xml:space="preserve"> al </w:t>
                    </w:r>
                    <w:proofErr w:type="spellStart"/>
                    <w:r w:rsidR="006B5527" w:rsidRPr="006B5527">
                      <w:rPr>
                        <w:rFonts w:asciiTheme="majorHAnsi" w:hAnsiTheme="majorHAnsi"/>
                        <w:color w:val="000000"/>
                        <w:szCs w:val="48"/>
                      </w:rPr>
                      <w:t>supermercado</w:t>
                    </w:r>
                    <w:proofErr w:type="spellEnd"/>
                  </w:p>
                  <w:p w:rsidR="006B5527" w:rsidRPr="006B5527" w:rsidRDefault="006B5527">
                    <w:pPr>
                      <w:rPr>
                        <w:rFonts w:asciiTheme="majorHAnsi" w:hAnsiTheme="majorHAnsi"/>
                      </w:rPr>
                    </w:pPr>
                  </w:p>
                </w:txbxContent>
              </v:textbox>
            </v:shape>
            <w10:wrap type="tight"/>
          </v:group>
        </w:pict>
      </w:r>
      <w:r w:rsidR="006B5527">
        <w:rPr>
          <w:noProof/>
        </w:rPr>
        <w:pict>
          <v:rect id="_x0000_s1028" style="position:absolute;margin-left:579.75pt;margin-top:51.95pt;width:163pt;height:176.2pt;z-index:251658242;mso-wrap-edited:f;mso-position-horizontal-relative:page;mso-position-vertical-relative:page" fillcolor="#4b5a60 [3215]" stroked="f" strokecolor="#4a7ebb" strokeweight="1.5pt">
            <v:fill o:detectmouseclick="t"/>
            <v:shadow opacity="22938f" mv:blur="38100f" offset="0,2pt"/>
            <v:textbox style="mso-next-textbox:#_x0000_s1028" inset=",14.4pt,,14.4pt">
              <w:txbxContent>
                <w:p w:rsidR="006B5527" w:rsidRDefault="006B5527" w:rsidP="00317436">
                  <w:pPr>
                    <w:pStyle w:val="Title"/>
                  </w:pPr>
                </w:p>
                <w:p w:rsidR="006B5527" w:rsidRDefault="006B5527" w:rsidP="006B5527"/>
                <w:p w:rsidR="006B5527" w:rsidRDefault="006B5527" w:rsidP="006B5527"/>
                <w:p w:rsidR="006B5527" w:rsidRDefault="006B5527" w:rsidP="006B5527"/>
                <w:p w:rsidR="006B5527" w:rsidRDefault="006B5527" w:rsidP="006B5527">
                  <w:pPr>
                    <w:jc w:val="center"/>
                    <w:rPr>
                      <w:rFonts w:asciiTheme="majorHAnsi" w:hAnsiTheme="majorHAnsi"/>
                      <w:b/>
                      <w:bCs/>
                      <w:color w:val="FFFFFF"/>
                      <w:sz w:val="36"/>
                      <w:szCs w:val="96"/>
                    </w:rPr>
                  </w:pPr>
                </w:p>
                <w:p w:rsidR="006B5527" w:rsidRPr="006B5527" w:rsidRDefault="006B5527" w:rsidP="006B5527">
                  <w:pPr>
                    <w:jc w:val="center"/>
                    <w:rPr>
                      <w:rFonts w:asciiTheme="majorHAnsi" w:hAnsiTheme="majorHAnsi"/>
                      <w:sz w:val="36"/>
                      <w:szCs w:val="20"/>
                    </w:rPr>
                  </w:pPr>
                  <w:proofErr w:type="spellStart"/>
                  <w:r w:rsidRPr="006B5527">
                    <w:rPr>
                      <w:rFonts w:asciiTheme="majorHAnsi" w:hAnsiTheme="majorHAnsi"/>
                      <w:b/>
                      <w:bCs/>
                      <w:color w:val="FFFFFF"/>
                      <w:sz w:val="36"/>
                      <w:szCs w:val="96"/>
                    </w:rPr>
                    <w:t>Direcciones</w:t>
                  </w:r>
                  <w:proofErr w:type="spellEnd"/>
                </w:p>
                <w:p w:rsidR="006B5527" w:rsidRPr="006B5527" w:rsidRDefault="006B5527" w:rsidP="006B5527"/>
              </w:txbxContent>
            </v:textbox>
            <w10:wrap anchorx="page" anchory="page"/>
          </v:rect>
        </w:pict>
      </w:r>
      <w:r w:rsidR="006B5527">
        <w:rPr>
          <w:noProof/>
        </w:rPr>
        <w:drawing>
          <wp:anchor distT="0" distB="0" distL="114300" distR="114300" simplePos="0" relativeHeight="251672600" behindDoc="0" locked="0" layoutInCell="1" allowOverlap="1">
            <wp:simplePos x="0" y="0"/>
            <wp:positionH relativeFrom="page">
              <wp:posOffset>7366000</wp:posOffset>
            </wp:positionH>
            <wp:positionV relativeFrom="page">
              <wp:posOffset>621665</wp:posOffset>
            </wp:positionV>
            <wp:extent cx="2070100" cy="1735455"/>
            <wp:effectExtent l="25400" t="0" r="0" b="0"/>
            <wp:wrapTight wrapText="bothSides">
              <wp:wrapPolygon edited="0">
                <wp:start x="-265" y="0"/>
                <wp:lineTo x="-265" y="21497"/>
                <wp:lineTo x="21467" y="21497"/>
                <wp:lineTo x="21467" y="0"/>
                <wp:lineTo x="-265" y="0"/>
              </wp:wrapPolygon>
            </wp:wrapTight>
            <wp:docPr id="6" name="Picture 9" descr="https://lh6.googleusercontent.com/t1I0IUCG1iPjA6DE89908shMCfMKJGJaO2BSymYPfdHKgCHmQ5wadtmiUXCaVU3K_-mRSaJK_D50OZOgUw6BagU60ron6WCjJ-fYFELWX6EhaxKA3p7hBB-0fj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6.googleusercontent.com/t1I0IUCG1iPjA6DE89908shMCfMKJGJaO2BSymYPfdHKgCHmQ5wadtmiUXCaVU3K_-mRSaJK_D50OZOgUw6BagU60ron6WCjJ-fYFELWX6EhaxKA3p7hBB-0fjc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73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5527">
        <w:rPr>
          <w:noProof/>
        </w:rPr>
        <w:pict>
          <v:rect id="_x0000_s1027" style="position:absolute;margin-left:314.5pt;margin-top:49.9pt;width:163pt;height:180.25pt;z-index:251658241;mso-wrap-edited:f;mso-position-horizontal-relative:page;mso-position-vertical-relative:page" fillcolor="#4b5a60 [3215]" stroked="f" strokecolor="#4a7ebb" strokeweight="1.5pt">
            <v:fill o:detectmouseclick="t"/>
            <v:shadow opacity="22938f" mv:blur="38100f" offset="0,2pt"/>
            <v:textbox style="mso-next-textbox:#_x0000_s1027">
              <w:txbxContent>
                <w:p w:rsidR="006B5527" w:rsidRDefault="006B5527" w:rsidP="006B5527"/>
                <w:p w:rsidR="006B5527" w:rsidRDefault="006B5527" w:rsidP="006B5527"/>
                <w:p w:rsidR="006B5527" w:rsidRDefault="006B5527" w:rsidP="006B5527"/>
                <w:p w:rsidR="006B5527" w:rsidRDefault="006B5527" w:rsidP="006B5527"/>
                <w:p w:rsidR="006B5527" w:rsidRDefault="006B5527" w:rsidP="006B5527"/>
                <w:p w:rsidR="006B5527" w:rsidRDefault="006B5527" w:rsidP="006B5527"/>
                <w:p w:rsidR="006B5527" w:rsidRPr="006B5527" w:rsidRDefault="006B5527" w:rsidP="006B5527">
                  <w:pPr>
                    <w:pStyle w:val="Heading2"/>
                    <w:rPr>
                      <w:sz w:val="48"/>
                    </w:rPr>
                  </w:pPr>
                  <w:proofErr w:type="spellStart"/>
                  <w:r w:rsidRPr="006B5527">
                    <w:rPr>
                      <w:sz w:val="48"/>
                    </w:rPr>
                    <w:t>Intenerario</w:t>
                  </w:r>
                  <w:proofErr w:type="spellEnd"/>
                </w:p>
                <w:p w:rsidR="006B5527" w:rsidRPr="006B5527" w:rsidRDefault="006B5527" w:rsidP="006B5527"/>
              </w:txbxContent>
            </v:textbox>
            <w10:wrap anchorx="page" anchory="page"/>
          </v:rect>
        </w:pict>
      </w:r>
      <w:r w:rsidR="006B5527">
        <w:rPr>
          <w:noProof/>
        </w:rPr>
        <w:drawing>
          <wp:anchor distT="0" distB="0" distL="114300" distR="114300" simplePos="0" relativeHeight="251668504" behindDoc="0" locked="0" layoutInCell="1" allowOverlap="1">
            <wp:simplePos x="0" y="0"/>
            <wp:positionH relativeFrom="page">
              <wp:posOffset>3987165</wp:posOffset>
            </wp:positionH>
            <wp:positionV relativeFrom="page">
              <wp:posOffset>635000</wp:posOffset>
            </wp:positionV>
            <wp:extent cx="2080895" cy="1713230"/>
            <wp:effectExtent l="25400" t="0" r="1905" b="0"/>
            <wp:wrapTight wrapText="bothSides">
              <wp:wrapPolygon edited="0">
                <wp:start x="-264" y="0"/>
                <wp:lineTo x="-264" y="21456"/>
                <wp:lineTo x="21620" y="21456"/>
                <wp:lineTo x="21620" y="0"/>
                <wp:lineTo x="-264" y="0"/>
              </wp:wrapPolygon>
            </wp:wrapTight>
            <wp:docPr id="4" name="Picture 5" descr="https://lh5.googleusercontent.com/alSulpGI9MAdj-XM0wY6R1fGYkPqz0T64xUXPCoeUro_qb6FVS6et9aP4rOsQOfeStPK4QgOa39xOb9YxAGp0g913X-u8qvyDuOFiVrvNcCbbBmoNv7BG_xaWL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alSulpGI9MAdj-XM0wY6R1fGYkPqz0T64xUXPCoeUro_qb6FVS6et9aP4rOsQOfeStPK4QgOa39xOb9YxAGp0g913X-u8qvyDuOFiVrvNcCbbBmoNv7BG_xaWLr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171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5527">
        <w:rPr>
          <w:noProof/>
        </w:rPr>
        <w:drawing>
          <wp:anchor distT="0" distB="0" distL="114300" distR="114300" simplePos="0" relativeHeight="251676696" behindDoc="0" locked="0" layoutInCell="1" allowOverlap="1">
            <wp:simplePos x="0" y="0"/>
            <wp:positionH relativeFrom="page">
              <wp:posOffset>635000</wp:posOffset>
            </wp:positionH>
            <wp:positionV relativeFrom="page">
              <wp:posOffset>640080</wp:posOffset>
            </wp:positionV>
            <wp:extent cx="2070100" cy="1633220"/>
            <wp:effectExtent l="25400" t="0" r="0" b="0"/>
            <wp:wrapTight wrapText="bothSides">
              <wp:wrapPolygon edited="0">
                <wp:start x="-265" y="0"/>
                <wp:lineTo x="-265" y="21499"/>
                <wp:lineTo x="21467" y="21499"/>
                <wp:lineTo x="21467" y="0"/>
                <wp:lineTo x="-265" y="0"/>
              </wp:wrapPolygon>
            </wp:wrapTight>
            <wp:docPr id="7" name="Picture 13" descr="https://lh5.googleusercontent.com/c3g0H3rJK1zftuozf_8z8sfH1dXqCsXrBWv3wzyaOm8HNuEq5ykI5VW5sKclLrpu-BkDJAdk8GwW0kn_iG8aUXR1aYls129RbMNN6JUzvoRRwzy6GT9SILR-B1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lh5.googleusercontent.com/c3g0H3rJK1zftuozf_8z8sfH1dXqCsXrBWv3wzyaOm8HNuEq5ykI5VW5sKclLrpu-BkDJAdk8GwW0kn_iG8aUXR1aYls129RbMNN6JUzvoRRwzy6GT9SILR-B10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63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5527" w:rsidRPr="006B5527">
        <w:t xml:space="preserve"> </w:t>
      </w:r>
      <w:r w:rsidR="006B5527">
        <w:rPr>
          <w:noProof/>
        </w:rPr>
        <w:pict>
          <v:shape id="_x0000_s1070" type="#_x0000_t202" style="position:absolute;margin-left:0;margin-top:0;width:2in;height:2in;z-index:25167567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70" inset=",7.2pt,,7.2pt">
              <w:txbxContent>
                <w:p w:rsidR="006B5527" w:rsidRPr="006B5527" w:rsidRDefault="006B5527" w:rsidP="006B5527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6B5527" w:rsidRDefault="006B5527"/>
              </w:txbxContent>
            </v:textbox>
            <w10:wrap type="tight"/>
          </v:shape>
        </w:pict>
      </w:r>
      <w:r w:rsidR="006B5527">
        <w:rPr>
          <w:noProof/>
        </w:rPr>
        <w:pict>
          <v:shape id="_x0000_s1049" type="#_x0000_t202" style="position:absolute;margin-left:49.25pt;margin-top:219.95pt;width:163pt;height:352.4pt;z-index:251658257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63" inset=",0,,0">
              <w:txbxContent>
                <w:p w:rsidR="006B5527" w:rsidRPr="006B5527" w:rsidRDefault="006B5527" w:rsidP="00317436">
                  <w:pPr>
                    <w:rPr>
                      <w:rFonts w:asciiTheme="majorHAnsi" w:hAnsiTheme="majorHAnsi"/>
                      <w:sz w:val="22"/>
                      <w:szCs w:val="20"/>
                    </w:rPr>
                  </w:pPr>
                  <w:r w:rsidRPr="006B5527">
                    <w:rPr>
                      <w:rFonts w:asciiTheme="majorHAnsi" w:hAnsiTheme="majorHAnsi"/>
                      <w:sz w:val="22"/>
                      <w:szCs w:val="20"/>
                    </w:rPr>
                    <w:br/>
                  </w:r>
                  <w:proofErr w:type="spellStart"/>
                  <w:r w:rsidRPr="006B5527">
                    <w:rPr>
                      <w:rFonts w:asciiTheme="majorHAnsi" w:hAnsiTheme="majorHAnsi"/>
                      <w:b/>
                      <w:bCs/>
                      <w:sz w:val="22"/>
                      <w:szCs w:val="64"/>
                    </w:rPr>
                    <w:t>Día</w:t>
                  </w:r>
                  <w:proofErr w:type="spellEnd"/>
                  <w:r w:rsidRPr="006B5527">
                    <w:rPr>
                      <w:rFonts w:asciiTheme="majorHAnsi" w:hAnsiTheme="majorHAnsi"/>
                      <w:b/>
                      <w:bCs/>
                      <w:sz w:val="22"/>
                      <w:szCs w:val="64"/>
                    </w:rPr>
                    <w:t xml:space="preserve"> 1: </w:t>
                  </w:r>
                  <w:proofErr w:type="spellStart"/>
                  <w:r w:rsidRPr="006B5527">
                    <w:rPr>
                      <w:rFonts w:asciiTheme="majorHAnsi" w:hAnsiTheme="majorHAnsi"/>
                      <w:b/>
                      <w:bCs/>
                      <w:sz w:val="22"/>
                      <w:szCs w:val="64"/>
                    </w:rPr>
                    <w:t>Lunes</w:t>
                  </w:r>
                  <w:proofErr w:type="spellEnd"/>
                  <w:r w:rsidRPr="006B5527">
                    <w:rPr>
                      <w:rFonts w:asciiTheme="majorHAnsi" w:hAnsiTheme="majorHAnsi"/>
                      <w:sz w:val="22"/>
                      <w:szCs w:val="64"/>
                    </w:rPr>
                    <w:t xml:space="preserve"> </w:t>
                  </w:r>
                </w:p>
                <w:p w:rsidR="006B5527" w:rsidRPr="006B5527" w:rsidRDefault="006B5527" w:rsidP="00317436">
                  <w:pPr>
                    <w:rPr>
                      <w:rFonts w:asciiTheme="majorHAnsi" w:hAnsiTheme="majorHAnsi"/>
                      <w:sz w:val="22"/>
                      <w:szCs w:val="20"/>
                    </w:rPr>
                  </w:pPr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 xml:space="preserve">El </w:t>
                  </w:r>
                  <w:proofErr w:type="spellStart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>lunes</w:t>
                  </w:r>
                  <w:proofErr w:type="spellEnd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>va</w:t>
                  </w:r>
                  <w:proofErr w:type="spellEnd"/>
                  <w:proofErr w:type="gramEnd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>hacer</w:t>
                  </w:r>
                  <w:proofErr w:type="spellEnd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 xml:space="preserve"> sol. </w:t>
                  </w:r>
                  <w:proofErr w:type="spellStart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>Entonces</w:t>
                  </w:r>
                  <w:proofErr w:type="spellEnd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>ustedes</w:t>
                  </w:r>
                  <w:proofErr w:type="spellEnd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 xml:space="preserve"> van a </w:t>
                  </w:r>
                  <w:proofErr w:type="spellStart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>visitar</w:t>
                  </w:r>
                  <w:proofErr w:type="spellEnd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 xml:space="preserve"> el hotel de Bora </w:t>
                  </w:r>
                  <w:proofErr w:type="spellStart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>Bora</w:t>
                  </w:r>
                  <w:proofErr w:type="spellEnd"/>
                  <w:r w:rsidRPr="006B5527">
                    <w:rPr>
                      <w:rFonts w:asciiTheme="majorHAnsi" w:hAnsiTheme="majorHAnsi" w:cs="Times New Roman"/>
                      <w:color w:val="000000"/>
                      <w:sz w:val="22"/>
                      <w:szCs w:val="38"/>
                    </w:rPr>
                    <w:t xml:space="preserve"> Pearl Beach Resort y Spa. </w:t>
                  </w:r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2"/>
                      <w:szCs w:val="20"/>
                    </w:rPr>
                  </w:pPr>
                  <w:proofErr w:type="spellStart"/>
                  <w:r w:rsidRPr="006B5527">
                    <w:rPr>
                      <w:rFonts w:cs="Times New Roman"/>
                      <w:b/>
                      <w:bCs/>
                      <w:sz w:val="22"/>
                      <w:szCs w:val="64"/>
                    </w:rPr>
                    <w:t>Día</w:t>
                  </w:r>
                  <w:proofErr w:type="spellEnd"/>
                  <w:r w:rsidRPr="006B5527">
                    <w:rPr>
                      <w:rFonts w:cs="Times New Roman"/>
                      <w:b/>
                      <w:bCs/>
                      <w:sz w:val="22"/>
                      <w:szCs w:val="64"/>
                    </w:rPr>
                    <w:t xml:space="preserve"> 2: </w:t>
                  </w:r>
                  <w:proofErr w:type="spellStart"/>
                  <w:r w:rsidRPr="006B5527">
                    <w:rPr>
                      <w:rFonts w:cs="Times New Roman"/>
                      <w:b/>
                      <w:bCs/>
                      <w:sz w:val="22"/>
                      <w:szCs w:val="64"/>
                    </w:rPr>
                    <w:t>Martes</w:t>
                  </w:r>
                  <w:proofErr w:type="spellEnd"/>
                </w:p>
                <w:p w:rsidR="006B5527" w:rsidRPr="006B5527" w:rsidRDefault="006B5527" w:rsidP="006B5527">
                  <w:pPr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</w:pPr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 xml:space="preserve">El </w:t>
                  </w:r>
                  <w:proofErr w:type="spellStart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>martes</w:t>
                  </w:r>
                  <w:proofErr w:type="spellEnd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>va</w:t>
                  </w:r>
                  <w:proofErr w:type="spellEnd"/>
                  <w:proofErr w:type="gramEnd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>hacer</w:t>
                  </w:r>
                  <w:proofErr w:type="spellEnd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 xml:space="preserve"> sol. </w:t>
                  </w:r>
                  <w:proofErr w:type="spellStart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>Entonces</w:t>
                  </w:r>
                  <w:proofErr w:type="spellEnd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>ustedes</w:t>
                  </w:r>
                  <w:proofErr w:type="spellEnd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 xml:space="preserve"> van a </w:t>
                  </w:r>
                  <w:proofErr w:type="spellStart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>ir</w:t>
                  </w:r>
                  <w:proofErr w:type="spellEnd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 xml:space="preserve"> a el hotel de Four Seasons Resort Bora </w:t>
                  </w:r>
                  <w:proofErr w:type="spellStart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>Bora</w:t>
                  </w:r>
                  <w:proofErr w:type="spellEnd"/>
                  <w:r w:rsidRPr="006B5527">
                    <w:rPr>
                      <w:rFonts w:asciiTheme="majorHAnsi" w:hAnsiTheme="majorHAnsi"/>
                      <w:color w:val="000000"/>
                      <w:sz w:val="22"/>
                      <w:szCs w:val="38"/>
                    </w:rPr>
                    <w:t>.</w:t>
                  </w:r>
                </w:p>
                <w:p w:rsidR="006B5527" w:rsidRPr="006B5527" w:rsidRDefault="006B5527" w:rsidP="006B5527">
                  <w:pPr>
                    <w:spacing w:after="0"/>
                    <w:rPr>
                      <w:rFonts w:asciiTheme="majorHAnsi" w:hAnsiTheme="majorHAnsi" w:cs="Times New Roman"/>
                      <w:sz w:val="22"/>
                      <w:szCs w:val="20"/>
                    </w:rPr>
                  </w:pPr>
                  <w:proofErr w:type="spellStart"/>
                  <w:r w:rsidRPr="006B5527">
                    <w:rPr>
                      <w:rFonts w:asciiTheme="majorHAnsi" w:hAnsiTheme="majorHAnsi" w:cs="Times New Roman"/>
                      <w:b/>
                      <w:bCs/>
                      <w:sz w:val="22"/>
                      <w:szCs w:val="64"/>
                    </w:rPr>
                    <w:t>Día</w:t>
                  </w:r>
                  <w:proofErr w:type="spellEnd"/>
                  <w:r w:rsidRPr="006B5527">
                    <w:rPr>
                      <w:rFonts w:asciiTheme="majorHAnsi" w:hAnsiTheme="majorHAnsi" w:cs="Times New Roman"/>
                      <w:b/>
                      <w:bCs/>
                      <w:sz w:val="22"/>
                      <w:szCs w:val="64"/>
                    </w:rPr>
                    <w:t xml:space="preserve"> 3:</w:t>
                  </w:r>
                  <w:r w:rsidRPr="006B5527">
                    <w:rPr>
                      <w:rFonts w:asciiTheme="majorHAnsi" w:hAnsiTheme="majorHAnsi" w:cs="Times New Roman"/>
                      <w:sz w:val="22"/>
                      <w:szCs w:val="20"/>
                    </w:rPr>
                    <w:t xml:space="preserve"> </w:t>
                  </w:r>
                  <w:r w:rsidRPr="006B5527">
                    <w:rPr>
                      <w:rFonts w:asciiTheme="majorHAnsi" w:hAnsiTheme="majorHAnsi" w:cs="Times New Roman"/>
                      <w:b/>
                      <w:bCs/>
                      <w:sz w:val="22"/>
                      <w:szCs w:val="64"/>
                    </w:rPr>
                    <w:t xml:space="preserve">De </w:t>
                  </w:r>
                  <w:proofErr w:type="spellStart"/>
                  <w:r w:rsidRPr="006B5527">
                    <w:rPr>
                      <w:rFonts w:asciiTheme="majorHAnsi" w:hAnsiTheme="majorHAnsi" w:cs="Times New Roman"/>
                      <w:b/>
                      <w:bCs/>
                      <w:sz w:val="22"/>
                      <w:szCs w:val="64"/>
                    </w:rPr>
                    <w:t>Miércoles</w:t>
                  </w:r>
                  <w:proofErr w:type="spellEnd"/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2"/>
                      <w:szCs w:val="20"/>
                    </w:rPr>
                  </w:pPr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El De </w:t>
                  </w:r>
                  <w:proofErr w:type="spell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Miércoles</w:t>
                  </w:r>
                  <w:proofErr w:type="spell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va</w:t>
                  </w:r>
                  <w:proofErr w:type="spellEnd"/>
                  <w:proofErr w:type="gram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hacer</w:t>
                  </w:r>
                  <w:proofErr w:type="spell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sol. </w:t>
                  </w:r>
                  <w:proofErr w:type="spell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Nosotros</w:t>
                  </w:r>
                  <w:proofErr w:type="spell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vamos</w:t>
                  </w:r>
                  <w:proofErr w:type="spell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ir</w:t>
                  </w:r>
                  <w:proofErr w:type="spell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a el </w:t>
                  </w:r>
                  <w:proofErr w:type="spell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zoológico</w:t>
                  </w:r>
                  <w:proofErr w:type="spell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.</w:t>
                  </w:r>
                  <w:r w:rsidRPr="006B5527">
                    <w:rPr>
                      <w:rFonts w:cs="Times New Roman"/>
                      <w:sz w:val="22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Nosotros</w:t>
                  </w:r>
                  <w:proofErr w:type="spell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vamos</w:t>
                  </w:r>
                  <w:proofErr w:type="spell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>caminar</w:t>
                  </w:r>
                  <w:proofErr w:type="spell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al café.</w:t>
                  </w:r>
                  <w:proofErr w:type="gramEnd"/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</w:t>
                  </w:r>
                </w:p>
                <w:p w:rsidR="006B5527" w:rsidRDefault="006B5527" w:rsidP="006B5527">
                  <w:pPr>
                    <w:spacing w:after="0"/>
                    <w:rPr>
                      <w:rFonts w:asciiTheme="majorHAnsi" w:hAnsiTheme="majorHAnsi"/>
                      <w:sz w:val="22"/>
                      <w:szCs w:val="20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b/>
                      <w:bCs/>
                      <w:sz w:val="22"/>
                      <w:szCs w:val="64"/>
                    </w:rPr>
                  </w:pPr>
                  <w:proofErr w:type="spellStart"/>
                  <w:r w:rsidRPr="006B5527">
                    <w:rPr>
                      <w:rFonts w:cs="Times New Roman"/>
                      <w:b/>
                      <w:bCs/>
                      <w:sz w:val="22"/>
                      <w:szCs w:val="64"/>
                    </w:rPr>
                    <w:t>Día</w:t>
                  </w:r>
                  <w:proofErr w:type="spellEnd"/>
                  <w:r w:rsidRPr="006B5527">
                    <w:rPr>
                      <w:rFonts w:cs="Times New Roman"/>
                      <w:b/>
                      <w:bCs/>
                      <w:sz w:val="22"/>
                      <w:szCs w:val="64"/>
                    </w:rPr>
                    <w:t xml:space="preserve"> 4: </w:t>
                  </w:r>
                  <w:proofErr w:type="spellStart"/>
                  <w:r w:rsidRPr="006B5527">
                    <w:rPr>
                      <w:rFonts w:cs="Times New Roman"/>
                      <w:b/>
                      <w:bCs/>
                      <w:sz w:val="22"/>
                      <w:szCs w:val="64"/>
                    </w:rPr>
                    <w:t>Jueves</w:t>
                  </w:r>
                  <w:proofErr w:type="spellEnd"/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2"/>
                      <w:szCs w:val="38"/>
                    </w:rPr>
                  </w:pPr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El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jueves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6B5527">
                    <w:rPr>
                      <w:rFonts w:cs="Times New Roman"/>
                      <w:sz w:val="22"/>
                      <w:szCs w:val="38"/>
                    </w:rPr>
                    <w:t>va</w:t>
                  </w:r>
                  <w:proofErr w:type="spellEnd"/>
                  <w:proofErr w:type="gram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esta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nublado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. </w:t>
                  </w:r>
                  <w:proofErr w:type="spellStart"/>
                  <w:proofErr w:type="gramStart"/>
                  <w:r w:rsidRPr="006B5527">
                    <w:rPr>
                      <w:rFonts w:cs="Times New Roman"/>
                      <w:sz w:val="22"/>
                      <w:szCs w:val="38"/>
                    </w:rPr>
                    <w:t>Nosotros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vamos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traer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el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gafas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de sol.</w:t>
                  </w:r>
                  <w:proofErr w:type="gram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Motu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tapu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es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</w:t>
                  </w:r>
                  <w:proofErr w:type="gramStart"/>
                  <w:r w:rsidRPr="006B5527">
                    <w:rPr>
                      <w:rFonts w:cs="Times New Roman"/>
                      <w:sz w:val="22"/>
                      <w:szCs w:val="38"/>
                    </w:rPr>
                    <w:t>un</w:t>
                  </w:r>
                  <w:proofErr w:type="gram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famoso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isla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 xml:space="preserve"> de Bora </w:t>
                  </w:r>
                  <w:proofErr w:type="spellStart"/>
                  <w:r w:rsidRPr="006B5527">
                    <w:rPr>
                      <w:rFonts w:cs="Times New Roman"/>
                      <w:sz w:val="22"/>
                      <w:szCs w:val="38"/>
                    </w:rPr>
                    <w:t>Bora</w:t>
                  </w:r>
                  <w:proofErr w:type="spellEnd"/>
                  <w:r w:rsidRPr="006B5527">
                    <w:rPr>
                      <w:rFonts w:cs="Times New Roman"/>
                      <w:sz w:val="22"/>
                      <w:szCs w:val="38"/>
                    </w:rPr>
                    <w:t>.</w:t>
                  </w:r>
                </w:p>
                <w:p w:rsidR="006B5527" w:rsidRPr="006B5527" w:rsidRDefault="006B5527" w:rsidP="006B5527">
                  <w:pPr>
                    <w:rPr>
                      <w:rFonts w:asciiTheme="majorHAnsi" w:hAnsiTheme="majorHAnsi"/>
                      <w:sz w:val="22"/>
                      <w:szCs w:val="20"/>
                    </w:rPr>
                  </w:pPr>
                </w:p>
                <w:p w:rsidR="006B5527" w:rsidRPr="006B5527" w:rsidRDefault="006B5527" w:rsidP="00317436">
                  <w:pPr>
                    <w:pStyle w:val="BodyText2"/>
                    <w:rPr>
                      <w:rFonts w:asciiTheme="majorHAnsi" w:hAnsiTheme="majorHAnsi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4F441C">
        <w:rPr>
          <w:noProof/>
        </w:rPr>
        <w:pict>
          <v:shape id="_x0000_s1050" type="#_x0000_t202" style="position:absolute;margin-left:315.75pt;margin-top:230.15pt;width:163pt;height:331.95pt;z-index:25165825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50" inset=",0,,0">
              <w:txbxContent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0"/>
                      <w:szCs w:val="38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6B5527">
                    <w:rPr>
                      <w:rFonts w:cs="Times New Roman"/>
                      <w:b/>
                      <w:bCs/>
                      <w:sz w:val="20"/>
                      <w:szCs w:val="64"/>
                    </w:rPr>
                    <w:t>Día</w:t>
                  </w:r>
                  <w:proofErr w:type="spellEnd"/>
                  <w:r w:rsidRPr="006B5527">
                    <w:rPr>
                      <w:rFonts w:cs="Times New Roman"/>
                      <w:b/>
                      <w:bCs/>
                      <w:sz w:val="20"/>
                      <w:szCs w:val="64"/>
                    </w:rPr>
                    <w:t xml:space="preserve"> 5: </w:t>
                  </w:r>
                  <w:proofErr w:type="spellStart"/>
                  <w:r w:rsidRPr="006B5527">
                    <w:rPr>
                      <w:rFonts w:cs="Times New Roman"/>
                      <w:b/>
                      <w:bCs/>
                      <w:sz w:val="20"/>
                      <w:szCs w:val="64"/>
                    </w:rPr>
                    <w:t>Viernes</w:t>
                  </w:r>
                  <w:proofErr w:type="spellEnd"/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0"/>
                      <w:szCs w:val="38"/>
                    </w:rPr>
                  </w:pPr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El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viernes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6B5527">
                    <w:rPr>
                      <w:rFonts w:cs="Times New Roman"/>
                      <w:sz w:val="20"/>
                      <w:szCs w:val="38"/>
                    </w:rPr>
                    <w:t>va</w:t>
                  </w:r>
                  <w:proofErr w:type="spellEnd"/>
                  <w:proofErr w:type="gram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hacer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viento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.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Nosotros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vamos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</w:t>
                  </w:r>
                  <w:proofErr w:type="gramStart"/>
                  <w:r w:rsidRPr="006B5527">
                    <w:rPr>
                      <w:rFonts w:cs="Times New Roman"/>
                      <w:sz w:val="20"/>
                      <w:szCs w:val="38"/>
                    </w:rPr>
                    <w:t>a</w:t>
                  </w:r>
                  <w:proofErr w:type="gram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ir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a el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museo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. </w:t>
                  </w:r>
                  <w:proofErr w:type="gramStart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El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museo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al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lado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de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lagoonarium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>.</w:t>
                  </w:r>
                  <w:proofErr w:type="gram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</w:t>
                  </w:r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6B5527">
                    <w:rPr>
                      <w:rFonts w:cs="Times New Roman"/>
                      <w:b/>
                      <w:bCs/>
                      <w:sz w:val="20"/>
                      <w:szCs w:val="64"/>
                    </w:rPr>
                    <w:t>Día</w:t>
                  </w:r>
                  <w:proofErr w:type="spellEnd"/>
                  <w:r w:rsidRPr="006B5527">
                    <w:rPr>
                      <w:rFonts w:cs="Times New Roman"/>
                      <w:b/>
                      <w:bCs/>
                      <w:sz w:val="20"/>
                      <w:szCs w:val="64"/>
                    </w:rPr>
                    <w:t xml:space="preserve"> 6: </w:t>
                  </w:r>
                  <w:proofErr w:type="spellStart"/>
                  <w:r w:rsidRPr="006B5527">
                    <w:rPr>
                      <w:rFonts w:cs="Times New Roman"/>
                      <w:b/>
                      <w:bCs/>
                      <w:sz w:val="20"/>
                      <w:szCs w:val="64"/>
                    </w:rPr>
                    <w:t>Sábado</w:t>
                  </w:r>
                  <w:proofErr w:type="spellEnd"/>
                </w:p>
                <w:p w:rsidR="006B5527" w:rsidRPr="006B5527" w:rsidRDefault="006B5527" w:rsidP="006B5527">
                  <w:pPr>
                    <w:spacing w:after="0"/>
                    <w:ind w:right="60"/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</w:pPr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El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Sábado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</w:t>
                  </w:r>
                  <w:proofErr w:type="spellStart"/>
                  <w:proofErr w:type="gramStart"/>
                  <w:r w:rsidRPr="006B5527">
                    <w:rPr>
                      <w:rFonts w:cs="Times New Roman"/>
                      <w:sz w:val="20"/>
                      <w:szCs w:val="38"/>
                    </w:rPr>
                    <w:t>va</w:t>
                  </w:r>
                  <w:proofErr w:type="spellEnd"/>
                  <w:proofErr w:type="gram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hacer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fresco.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Nos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divertiremos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 xml:space="preserve"> en St.</w:t>
                  </w:r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Regis Bora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</w:rPr>
                    <w:t>Bora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</w:rPr>
                    <w:t xml:space="preserve"> Resort</w:t>
                  </w:r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 xml:space="preserve">. El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salas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 xml:space="preserve"> en el resort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es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 xml:space="preserve">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arriba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 xml:space="preserve"> el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agua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 xml:space="preserve">. Hay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tu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 xml:space="preserve"> pones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jugar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 xml:space="preserve"> playa </w:t>
                  </w:r>
                  <w:proofErr w:type="spellStart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juegos</w:t>
                  </w:r>
                  <w:proofErr w:type="spellEnd"/>
                  <w:r w:rsidRPr="006B5527"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  <w:t>.</w:t>
                  </w:r>
                </w:p>
                <w:p w:rsidR="006B5527" w:rsidRPr="006B5527" w:rsidRDefault="006B5527" w:rsidP="006B5527">
                  <w:pPr>
                    <w:spacing w:after="0"/>
                    <w:ind w:right="60"/>
                    <w:rPr>
                      <w:rFonts w:cs="Times New Roman"/>
                      <w:sz w:val="20"/>
                      <w:szCs w:val="38"/>
                      <w:shd w:val="clear" w:color="auto" w:fill="F5F5F5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0"/>
                      <w:szCs w:val="20"/>
                    </w:rPr>
                  </w:pPr>
                  <w:proofErr w:type="spellStart"/>
                  <w:r w:rsidRPr="006B5527">
                    <w:rPr>
                      <w:rFonts w:cs="Times New Roman"/>
                      <w:b/>
                      <w:bCs/>
                      <w:sz w:val="20"/>
                      <w:szCs w:val="64"/>
                    </w:rPr>
                    <w:t>Día</w:t>
                  </w:r>
                  <w:proofErr w:type="spellEnd"/>
                  <w:r w:rsidRPr="006B5527">
                    <w:rPr>
                      <w:rFonts w:cs="Times New Roman"/>
                      <w:b/>
                      <w:bCs/>
                      <w:sz w:val="20"/>
                      <w:szCs w:val="64"/>
                    </w:rPr>
                    <w:t xml:space="preserve"> 7: Domingo</w:t>
                  </w:r>
                </w:p>
                <w:p w:rsidR="006B5527" w:rsidRPr="006B5527" w:rsidRDefault="006B5527" w:rsidP="006B5527">
                  <w:pPr>
                    <w:rPr>
                      <w:sz w:val="20"/>
                      <w:szCs w:val="20"/>
                    </w:rPr>
                  </w:pPr>
                  <w:r w:rsidRPr="006B5527">
                    <w:rPr>
                      <w:sz w:val="20"/>
                      <w:szCs w:val="38"/>
                    </w:rPr>
                    <w:t xml:space="preserve">El Domingo </w:t>
                  </w:r>
                  <w:proofErr w:type="spellStart"/>
                  <w:proofErr w:type="gramStart"/>
                  <w:r w:rsidRPr="006B5527">
                    <w:rPr>
                      <w:sz w:val="20"/>
                      <w:szCs w:val="38"/>
                    </w:rPr>
                    <w:t>va</w:t>
                  </w:r>
                  <w:proofErr w:type="spellEnd"/>
                  <w:proofErr w:type="gramEnd"/>
                  <w:r w:rsidRPr="006B5527">
                    <w:rPr>
                      <w:sz w:val="20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hacer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calor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.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Entonces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nosotras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van a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visitar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el hotel de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Sofitel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Bora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Bora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Marara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Beach Resort. </w:t>
                  </w:r>
                  <w:proofErr w:type="spellStart"/>
                  <w:proofErr w:type="gramStart"/>
                  <w:r w:rsidRPr="006B5527">
                    <w:rPr>
                      <w:sz w:val="20"/>
                      <w:szCs w:val="38"/>
                    </w:rPr>
                    <w:t>Nostras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vamos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bucear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>.</w:t>
                  </w:r>
                  <w:proofErr w:type="gramEnd"/>
                  <w:r w:rsidRPr="006B5527">
                    <w:rPr>
                      <w:sz w:val="20"/>
                      <w:szCs w:val="38"/>
                    </w:rPr>
                    <w:t xml:space="preserve"> Y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nosotras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vamos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</w:t>
                  </w:r>
                  <w:proofErr w:type="gramStart"/>
                  <w:r w:rsidRPr="006B5527">
                    <w:rPr>
                      <w:sz w:val="20"/>
                      <w:szCs w:val="38"/>
                    </w:rPr>
                    <w:t>a</w:t>
                  </w:r>
                  <w:proofErr w:type="gramEnd"/>
                  <w:r w:rsidRPr="006B5527">
                    <w:rPr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ir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a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uno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de los dos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restaurantes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. La playa hay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es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grande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 xml:space="preserve"> y </w:t>
                  </w:r>
                  <w:proofErr w:type="spellStart"/>
                  <w:r w:rsidRPr="006B5527">
                    <w:rPr>
                      <w:sz w:val="20"/>
                      <w:szCs w:val="38"/>
                    </w:rPr>
                    <w:t>asombroso</w:t>
                  </w:r>
                  <w:proofErr w:type="spellEnd"/>
                  <w:r w:rsidRPr="006B5527">
                    <w:rPr>
                      <w:sz w:val="20"/>
                      <w:szCs w:val="38"/>
                    </w:rPr>
                    <w:t>.</w:t>
                  </w:r>
                </w:p>
                <w:p w:rsidR="006B5527" w:rsidRPr="006B5527" w:rsidRDefault="006B5527" w:rsidP="006B5527">
                  <w:pPr>
                    <w:spacing w:after="0"/>
                    <w:ind w:right="60"/>
                    <w:rPr>
                      <w:rFonts w:cs="Times New Roman"/>
                      <w:sz w:val="22"/>
                      <w:szCs w:val="20"/>
                    </w:rPr>
                  </w:pPr>
                  <w:r w:rsidRPr="006B5527">
                    <w:rPr>
                      <w:rFonts w:cs="Times New Roman"/>
                      <w:color w:val="222222"/>
                      <w:sz w:val="22"/>
                      <w:szCs w:val="38"/>
                      <w:shd w:val="clear" w:color="auto" w:fill="F5F5F5"/>
                    </w:rPr>
                    <w:t xml:space="preserve"> </w:t>
                  </w:r>
                </w:p>
                <w:p w:rsidR="006B5527" w:rsidRPr="006B5527" w:rsidRDefault="006B5527" w:rsidP="006B5527">
                  <w:pPr>
                    <w:spacing w:after="0"/>
                    <w:rPr>
                      <w:sz w:val="22"/>
                      <w:szCs w:val="20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sz w:val="22"/>
                      <w:szCs w:val="20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sz w:val="22"/>
                      <w:szCs w:val="20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sz w:val="22"/>
                      <w:szCs w:val="20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2"/>
                      <w:szCs w:val="20"/>
                    </w:rPr>
                  </w:pPr>
                  <w:r w:rsidRPr="006B5527">
                    <w:rPr>
                      <w:rFonts w:cs="Times New Roman"/>
                      <w:color w:val="000000"/>
                      <w:sz w:val="22"/>
                      <w:szCs w:val="38"/>
                    </w:rPr>
                    <w:t xml:space="preserve"> </w:t>
                  </w:r>
                </w:p>
                <w:p w:rsidR="006B5527" w:rsidRPr="006B5527" w:rsidRDefault="006B5527" w:rsidP="006B5527">
                  <w:pPr>
                    <w:spacing w:after="0"/>
                    <w:rPr>
                      <w:sz w:val="22"/>
                      <w:szCs w:val="20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rFonts w:cs="Times New Roman"/>
                      <w:sz w:val="22"/>
                      <w:szCs w:val="20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sz w:val="22"/>
                      <w:szCs w:val="20"/>
                    </w:rPr>
                  </w:pPr>
                </w:p>
                <w:p w:rsidR="006B5527" w:rsidRPr="006B5527" w:rsidRDefault="006B5527" w:rsidP="006B5527">
                  <w:pPr>
                    <w:spacing w:after="0"/>
                    <w:rPr>
                      <w:sz w:val="22"/>
                      <w:szCs w:val="20"/>
                    </w:rPr>
                  </w:pPr>
                </w:p>
                <w:p w:rsidR="006B5527" w:rsidRPr="006B5527" w:rsidRDefault="006B5527" w:rsidP="00317436">
                  <w:pPr>
                    <w:pStyle w:val="BodyText2"/>
                    <w:rPr>
                      <w:color w:val="auto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4F441C">
        <w:rPr>
          <w:noProof/>
        </w:rPr>
        <w:pict>
          <v:rect id="_x0000_s1026" style="position:absolute;margin-left:50.4pt;margin-top:179.75pt;width:163pt;height:50.4pt;z-index:251658240;mso-wrap-edited:f;mso-position-horizontal-relative:page;mso-position-vertical-relative:page" fillcolor="#4b5a60 [3215]" stroked="f" strokecolor="#4a7ebb" strokeweight="1.5pt">
            <v:fill o:detectmouseclick="t"/>
            <v:shadow opacity="22938f" mv:blur="38100f" offset="0,2pt"/>
            <v:textbox style="mso-next-textbox:#_x0000_s1026" inset=",7.2pt,,7.2pt">
              <w:txbxContent>
                <w:p w:rsidR="006B5527" w:rsidRDefault="006B5527" w:rsidP="00317436">
                  <w:pPr>
                    <w:pStyle w:val="Heading1"/>
                  </w:pPr>
                  <w:r>
                    <w:t xml:space="preserve">Bora </w:t>
                  </w:r>
                  <w:proofErr w:type="spellStart"/>
                  <w:r>
                    <w:t>bora</w:t>
                  </w:r>
                  <w:proofErr w:type="spellEnd"/>
                </w:p>
              </w:txbxContent>
            </v:textbox>
            <w10:wrap anchorx="page" anchory="page"/>
          </v:rect>
        </w:pict>
      </w:r>
      <w:r w:rsidR="004F441C">
        <w:rPr>
          <w:noProof/>
        </w:rPr>
        <w:pict>
          <v:shape id="_x0000_s1063" type="#_x0000_t202" style="position:absolute;margin-left:213.4pt;margin-top:609pt;width:1in;height:1in;z-index:25166031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63" inset=",7.2pt,,7.2pt">
              <w:txbxContent/>
            </v:textbox>
            <w10:wrap type="tight" anchorx="page" anchory="page"/>
          </v:shape>
        </w:pict>
      </w:r>
      <w:r w:rsidR="004F441C">
        <w:rPr>
          <w:noProof/>
        </w:rPr>
        <w:pict>
          <v:shape id="_x0000_s1061" type="#_x0000_t202" style="position:absolute;margin-left:-48pt;margin-top:341pt;width:1in;height:1in;z-index:251659288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61" inset=",7.2pt,,7.2pt">
              <w:txbxContent>
                <w:p w:rsidR="006B5527" w:rsidRDefault="006B5527"/>
              </w:txbxContent>
            </v:textbox>
            <w10:wrap type="tight" anchorx="page" anchory="page"/>
          </v:shape>
        </w:pict>
      </w:r>
      <w:r w:rsidR="006B5527" w:rsidRPr="006B5527">
        <w:t xml:space="preserve"> </w:t>
      </w:r>
      <w:r w:rsidR="006B5527">
        <w:rPr>
          <w:noProof/>
        </w:rPr>
        <w:pict>
          <v:shape id="_x0000_s1068" type="#_x0000_t202" style="position:absolute;margin-left:0;margin-top:0;width:2in;height:2in;z-index:251667480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6B5527" w:rsidRPr="006B5527" w:rsidRDefault="006B5527" w:rsidP="006B5527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6B5527" w:rsidRDefault="006B5527"/>
              </w:txbxContent>
            </v:textbox>
            <w10:wrap type="tight"/>
          </v:shape>
        </w:pict>
      </w:r>
      <w:r w:rsidR="006B5527" w:rsidRPr="006B5527">
        <w:t xml:space="preserve"> </w:t>
      </w:r>
      <w:r w:rsidR="006B5527">
        <w:rPr>
          <w:noProof/>
        </w:rPr>
        <w:pict>
          <v:shape id="_x0000_s1067" type="#_x0000_t202" style="position:absolute;margin-left:0;margin-top:0;width:2in;height:2in;z-index:251663384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6B5527" w:rsidRPr="006B5527" w:rsidRDefault="006B5527" w:rsidP="006B5527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6B5527" w:rsidRDefault="006B5527"/>
              </w:txbxContent>
            </v:textbox>
            <w10:wrap type="tight"/>
          </v:shape>
        </w:pict>
      </w:r>
      <w:r>
        <w:rPr>
          <w:noProof/>
        </w:rPr>
        <w:pict>
          <v:shape id="_x0000_s1072" type="#_x0000_t202" style="position:absolute;margin-left:0;margin-top:0;width:2in;height:2in;z-index:251681816;mso-wrap-edited:f;mso-position-horizontal-relative:page;mso-position-vertical-relative:page" wrapcoords="0 0 21600 0 21600 21600 0 21600 0 0" mv:complextextbox="1" filled="f" stroked="f">
            <v:fill o:detectmouseclick="t"/>
            <v:textbox inset=",7.2pt,,7.2pt">
              <w:txbxContent>
                <w:p w:rsidR="00DF1020" w:rsidRPr="00DF1020" w:rsidRDefault="00DF1020" w:rsidP="00DF1020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  <w:p w:rsidR="00DF1020" w:rsidRDefault="00DF1020"/>
              </w:txbxContent>
            </v:textbox>
            <w10:wrap type="tight"/>
          </v:shape>
        </w:pict>
      </w:r>
    </w:p>
    <w:sectPr w:rsidR="00317436" w:rsidSect="00317436">
      <w:headerReference w:type="default" r:id="rId10"/>
      <w:headerReference w:type="first" r:id="rId11"/>
      <w:pgSz w:w="15840" w:h="12240" w:orient="landscape"/>
      <w:pgMar w:top="432" w:right="432" w:bottom="432" w:left="432" w:header="432" w:footer="432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sto MT">
    <w:altName w:val="Copperplate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27" w:rsidRDefault="006B5527">
    <w:pPr>
      <w:pStyle w:val="Header"/>
    </w:pPr>
    <w:r w:rsidRPr="00FB7A9F">
      <w:rPr>
        <w:noProof/>
      </w:rPr>
      <w:drawing>
        <wp:anchor distT="0" distB="0" distL="118745" distR="118745" simplePos="0" relativeHeight="251658224" behindDoc="0" locked="0" layoutInCell="1" allowOverlap="1">
          <wp:simplePos x="5486400" y="8229600"/>
          <wp:positionH relativeFrom="page">
            <wp:posOffset>457200</wp:posOffset>
          </wp:positionH>
          <wp:positionV relativeFrom="page">
            <wp:posOffset>457200</wp:posOffset>
          </wp:positionV>
          <wp:extent cx="9144000" cy="6858000"/>
          <wp:effectExtent l="127000" t="76200" r="101600" b="25400"/>
          <wp:wrapNone/>
          <wp:docPr id="5" name="" descr="Transparen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pict>
        <v:rect id="_x0000_s2070" style="position:absolute;margin-left:50.4pt;margin-top:50.4pt;width:691.2pt;height:511.2pt;z-index:251658270;mso-wrap-edited:f;mso-position-horizontal-relative:page;mso-position-vertical-relative:page" wrapcoords="-99 0 -99 21568 21699 21568 21699 0 -99 0" o:regroupid="2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line id="_x0000_s2076" style="position:absolute;z-index:251658269;mso-wrap-edited:f;mso-position-horizontal-relative:page;mso-position-vertical-relative:page" from="568.8pt,50.4pt" to="568.8pt,561.6pt" wrapcoords="-2147483648 0 -2147483648 21568 -2147483648 21568 -2147483648 0 -2147483648 0" o:regroupid="2" strokecolor="#b0bbc0 [1940]" strokeweight="1pt">
          <v:fill o:detectmouseclick="t"/>
          <v:shadow opacity="22938f" mv:blur="38100f" offset="0,2pt"/>
          <v:textbox inset=",7.2pt,,7.2pt"/>
          <w10:wrap anchorx="page" anchory="page"/>
        </v:line>
      </w:pict>
    </w:r>
    <w:r>
      <w:rPr>
        <w:noProof/>
      </w:rPr>
      <w:pict>
        <v:rect id="_x0000_s2079" style="position:absolute;margin-left:568.8pt;margin-top:50.4pt;width:172.8pt;height:511.2pt;z-index:251658227;mso-wrap-edited:f;mso-position-horizontal-relative:page;mso-position-vertical-relative:page" wrapcoords="-93 0 -93 21536 21600 21536 21600 0 -93 0" o:regroupid="2" fillcolor="#d1d0c8 [3214]" stroked="f" strokecolor="#4a7ebb" strokeweight="1.5pt">
          <v:fill o:detectmouseclick="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8" style="position:absolute;margin-left:21.6pt;margin-top:21.6pt;width:748.8pt;height:568.8pt;z-index:251658223;mso-wrap-edited:f;mso-position-horizontal-relative:page;mso-position-vertical-relative:page" wrapcoords="-21 0 -21 21543 21600 21543 21600 0 -21 0" o:regroupid="2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27" w:rsidRDefault="006B5527">
    <w:pPr>
      <w:pStyle w:val="Header"/>
    </w:pPr>
    <w:r>
      <w:rPr>
        <w:noProof/>
      </w:rPr>
      <w:drawing>
        <wp:anchor distT="0" distB="0" distL="114300" distR="114300" simplePos="0" relativeHeight="251658267" behindDoc="0" locked="0" layoutInCell="1" allowOverlap="1">
          <wp:simplePos x="5486400" y="8229600"/>
          <wp:positionH relativeFrom="page">
            <wp:posOffset>7175500</wp:posOffset>
          </wp:positionH>
          <wp:positionV relativeFrom="page">
            <wp:posOffset>457200</wp:posOffset>
          </wp:positionV>
          <wp:extent cx="2432050" cy="6858000"/>
          <wp:effectExtent l="101600" t="76200" r="82550" b="25400"/>
          <wp:wrapNone/>
          <wp:docPr id="39" name="Picture 0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64" behindDoc="0" locked="0" layoutInCell="1" allowOverlap="1">
          <wp:simplePos x="5486400" y="8229600"/>
          <wp:positionH relativeFrom="page">
            <wp:posOffset>3810000</wp:posOffset>
          </wp:positionH>
          <wp:positionV relativeFrom="page">
            <wp:posOffset>457200</wp:posOffset>
          </wp:positionV>
          <wp:extent cx="2432050" cy="6858000"/>
          <wp:effectExtent l="101600" t="76200" r="82550" b="25400"/>
          <wp:wrapNone/>
          <wp:docPr id="37" name="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61" behindDoc="0" locked="0" layoutInCell="1" allowOverlap="1">
          <wp:simplePos x="5486400" y="8229600"/>
          <wp:positionH relativeFrom="page">
            <wp:posOffset>457200</wp:posOffset>
          </wp:positionH>
          <wp:positionV relativeFrom="page">
            <wp:posOffset>457200</wp:posOffset>
          </wp:positionV>
          <wp:extent cx="2432050" cy="6858000"/>
          <wp:effectExtent l="101600" t="76200" r="82550" b="25400"/>
          <wp:wrapNone/>
          <wp:docPr id="35" name="" descr="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ranspare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050" cy="6858000"/>
                  </a:xfrm>
                  <a:prstGeom prst="rect">
                    <a:avLst/>
                  </a:prstGeom>
                  <a:solidFill>
                    <a:schemeClr val="bg1"/>
                  </a:solidFill>
                  <a:ln w="88900" cap="sq">
                    <a:noFill/>
                    <a:miter lim="800000"/>
                  </a:ln>
                  <a:effectLst>
                    <a:outerShdw blurRad="635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pict>
        <v:line id="_x0000_s2063" style="position:absolute;z-index:251658253;mso-wrap-edited:f;mso-position-horizontal-relative:page;mso-position-vertical-relative:page" from="528.1pt,21.6pt" to="528.1pt,590.4pt" wrapcoords="-2147483648 0 -2147483648 21571 -2147483648 21571 -2147483648 0 -2147483648 0" o:regroupid="3" strokecolor="#b0bbc0 [1940]" strokeweight="1pt">
          <v:fill o:detectmouseclick="t"/>
          <v:shadow opacity="22938f" mv:blur="38100f" offset="0,2pt"/>
          <v:textbox inset=",7.2pt,,7.2pt"/>
          <w10:wrap anchorx="page" anchory="page"/>
        </v:line>
      </w:pict>
    </w:r>
    <w:r>
      <w:rPr>
        <w:noProof/>
      </w:rPr>
      <w:pict>
        <v:line id="_x0000_s2062" style="position:absolute;z-index:251658252;mso-wrap-edited:f;mso-position-horizontal-relative:page;mso-position-vertical-relative:page" from="263.85pt,21.6pt" to="263.85pt,590.4pt" wrapcoords="-2147483648 0 -2147483648 21571 -2147483648 21571 -2147483648 0 -2147483648 0" o:regroupid="3" strokecolor="#b0bbc0 [1940]" strokeweight="1pt">
          <v:fill o:detectmouseclick="t"/>
          <v:shadow opacity="22938f" mv:blur="38100f" offset="0,2pt"/>
          <v:textbox inset=",7.2pt,,7.2pt"/>
          <w10:wrap anchorx="page" anchory="page"/>
        </v:line>
      </w:pict>
    </w:r>
    <w:r>
      <w:rPr>
        <w:noProof/>
      </w:rPr>
      <w:pict>
        <v:rect id="_x0000_s2061" style="position:absolute;margin-left:578.9pt;margin-top:50.4pt;width:162.7pt;height:511.2pt;z-index:251658268;mso-position-horizontal-relative:page;mso-position-vertical-relative:page" o:regroupid="3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60" style="position:absolute;margin-left:314.65pt;margin-top:50.4pt;width:162.7pt;height:511.2pt;z-index:251658265;mso-wrap-edited:f;mso-position-horizontal-relative:page;mso-position-vertical-relative:page" wrapcoords="-99 0 -99 21568 21699 21568 21699 0 -99 0" o:regroupid="3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9" style="position:absolute;margin-left:50.4pt;margin-top:50.4pt;width:162.7pt;height:511.2pt;z-index:251658262;mso-wrap-edited:f;mso-position-horizontal-relative:page;mso-position-vertical-relative:page" wrapcoords="-99 0 -99 21568 21699 21568 21699 0 -99 0" o:regroupid="3" filled="f" fillcolor="#4b5a60 [3215]" strokecolor="#b0bbc0 [1940]" strokeweight="1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1" style="position:absolute;margin-left:550.1pt;margin-top:21.6pt;width:220.3pt;height:568.8pt;z-index:251658245;mso-wrap-edited:f;mso-position-horizontal-relative:page;mso-position-vertical-relative:page" wrapcoords="-118 -163 -118 21436 21718 21436 21718 -163 -118 -163" o:regroupid="3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0" style="position:absolute;margin-left:285.85pt;margin-top:21.6pt;width:220.3pt;height:568.8pt;z-index:251658244;mso-wrap-edited:f;mso-position-horizontal-relative:page;mso-position-vertical-relative:page" wrapcoords="-118 -163 -118 21436 21718 21436 21718 -163 -118 -163" o:regroupid="3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49" style="position:absolute;margin-left:21.6pt;margin-top:21.6pt;width:220.3pt;height:568.8pt;z-index:251658243;mso-wrap-edited:f;mso-position-horizontal-relative:page;mso-position-vertical-relative:page" wrapcoords="-73 0 -73 21543 21600 21543 21600 0 -73 0" o:regroupid="3" fillcolor="#7c8f97 [3204]" stroked="f" strokecolor="#4a7ebb" strokeweight="1.5pt">
          <v:fill o:detectmouseclick="t"/>
          <v:shadow opacity="22938f" mv:blur="38100f" offset="0,2pt"/>
          <v:textbox inset=",7.2pt,,7.2pt"/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8194">
      <o:colormenu v:ext="edit" fillcolor="none [3215]" strokecolor="none"/>
    </o:shapedefaults>
    <o:shapelayout v:ext="edit">
      <o:idmap v:ext="edit" data="2"/>
      <o:regrouptable v:ext="edit">
        <o:entry new="1" old="0"/>
        <o:entry new="2" old="0"/>
        <o:entry new="3" old="0"/>
      </o:regrouptable>
    </o:shapelayout>
  </w:hdrShapeDefaults>
  <w:compat>
    <w:useFELayout/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31743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5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EA51C5"/>
  </w:style>
  <w:style w:type="paragraph" w:styleId="Heading1">
    <w:name w:val="heading 1"/>
    <w:basedOn w:val="Normal"/>
    <w:next w:val="Normal"/>
    <w:link w:val="Heading1Char"/>
    <w:uiPriority w:val="9"/>
    <w:qFormat/>
    <w:rsid w:val="005155DC"/>
    <w:pPr>
      <w:spacing w:after="0"/>
      <w:jc w:val="center"/>
      <w:outlineLvl w:val="0"/>
    </w:pPr>
    <w:rPr>
      <w:rFonts w:asciiTheme="majorHAnsi" w:eastAsiaTheme="majorEastAsia" w:hAnsiTheme="majorHAnsi" w:cstheme="majorBidi"/>
      <w:bCs/>
      <w:color w:val="FFFFFF" w:themeColor="background1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5DC"/>
    <w:pPr>
      <w:spacing w:after="0"/>
      <w:jc w:val="center"/>
      <w:outlineLvl w:val="1"/>
    </w:pPr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0E04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5B6B72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42073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9C5238" w:themeColor="accent2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42073"/>
    <w:pPr>
      <w:spacing w:after="0"/>
      <w:outlineLvl w:val="4"/>
    </w:pPr>
    <w:rPr>
      <w:rFonts w:asciiTheme="majorHAnsi" w:eastAsiaTheme="majorEastAsia" w:hAnsiTheme="majorHAnsi" w:cstheme="majorBidi"/>
      <w:color w:val="9C5238" w:themeColor="accent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4C2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4C23"/>
  </w:style>
  <w:style w:type="paragraph" w:styleId="Footer">
    <w:name w:val="footer"/>
    <w:basedOn w:val="Normal"/>
    <w:link w:val="FooterChar"/>
    <w:uiPriority w:val="99"/>
    <w:semiHidden/>
    <w:unhideWhenUsed/>
    <w:rsid w:val="009D4C2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4C23"/>
  </w:style>
  <w:style w:type="character" w:customStyle="1" w:styleId="Heading1Char">
    <w:name w:val="Heading 1 Char"/>
    <w:basedOn w:val="DefaultParagraphFont"/>
    <w:link w:val="Heading1"/>
    <w:uiPriority w:val="9"/>
    <w:rsid w:val="005155DC"/>
    <w:rPr>
      <w:rFonts w:asciiTheme="majorHAnsi" w:eastAsiaTheme="majorEastAsia" w:hAnsiTheme="majorHAnsi" w:cstheme="majorBidi"/>
      <w:bCs/>
      <w:color w:val="FFFFFF" w:themeColor="background1"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155DC"/>
    <w:rPr>
      <w:rFonts w:asciiTheme="majorHAnsi" w:eastAsiaTheme="majorEastAsia" w:hAnsiTheme="majorHAnsi" w:cstheme="majorBidi"/>
      <w:bCs/>
      <w:color w:val="FFFFFF" w:themeColor="background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0E04"/>
    <w:rPr>
      <w:rFonts w:asciiTheme="majorHAnsi" w:eastAsiaTheme="majorEastAsia" w:hAnsiTheme="majorHAnsi" w:cstheme="majorBidi"/>
      <w:bCs/>
      <w:color w:val="5B6B72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42073"/>
    <w:rPr>
      <w:rFonts w:asciiTheme="majorHAnsi" w:eastAsiaTheme="majorEastAsia" w:hAnsiTheme="majorHAnsi" w:cstheme="majorBidi"/>
      <w:bCs/>
      <w:iCs/>
      <w:color w:val="9C5238" w:themeColor="accent2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42073"/>
    <w:rPr>
      <w:rFonts w:asciiTheme="majorHAnsi" w:eastAsiaTheme="majorEastAsia" w:hAnsiTheme="majorHAnsi" w:cstheme="majorBidi"/>
      <w:color w:val="9C5238" w:themeColor="accent2"/>
    </w:rPr>
  </w:style>
  <w:style w:type="paragraph" w:styleId="BodyText">
    <w:name w:val="Body Text"/>
    <w:basedOn w:val="Normal"/>
    <w:link w:val="BodyTextChar"/>
    <w:uiPriority w:val="99"/>
    <w:unhideWhenUsed/>
    <w:rsid w:val="00542073"/>
    <w:pPr>
      <w:spacing w:after="60" w:line="252" w:lineRule="auto"/>
      <w:ind w:firstLine="360"/>
    </w:pPr>
    <w:rPr>
      <w:color w:val="252D30" w:themeColor="text2" w:themeShade="80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542073"/>
    <w:rPr>
      <w:color w:val="252D30" w:themeColor="text2" w:themeShade="80"/>
      <w:sz w:val="22"/>
    </w:rPr>
  </w:style>
  <w:style w:type="paragraph" w:styleId="BodyText2">
    <w:name w:val="Body Text 2"/>
    <w:basedOn w:val="Normal"/>
    <w:link w:val="BodyText2Char"/>
    <w:uiPriority w:val="99"/>
    <w:unhideWhenUsed/>
    <w:rsid w:val="00542073"/>
    <w:pPr>
      <w:spacing w:after="60" w:line="252" w:lineRule="auto"/>
      <w:jc w:val="center"/>
    </w:pPr>
    <w:rPr>
      <w:color w:val="252D30" w:themeColor="text2" w:themeShade="80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542073"/>
    <w:rPr>
      <w:color w:val="252D30" w:themeColor="text2" w:themeShade="80"/>
      <w:sz w:val="22"/>
    </w:rPr>
  </w:style>
  <w:style w:type="paragraph" w:styleId="BodyText3">
    <w:name w:val="Body Text 3"/>
    <w:basedOn w:val="Normal"/>
    <w:link w:val="BodyText3Char"/>
    <w:uiPriority w:val="99"/>
    <w:unhideWhenUsed/>
    <w:rsid w:val="00542073"/>
    <w:pPr>
      <w:spacing w:line="252" w:lineRule="auto"/>
    </w:pPr>
    <w:rPr>
      <w:color w:val="252D30" w:themeColor="text2" w:themeShade="80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42073"/>
    <w:rPr>
      <w:color w:val="252D30" w:themeColor="text2" w:themeShade="80"/>
      <w:sz w:val="20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155DC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155DC"/>
    <w:rPr>
      <w:rFonts w:asciiTheme="majorHAnsi" w:eastAsiaTheme="majorEastAsia" w:hAnsiTheme="majorHAnsi" w:cstheme="majorBidi"/>
      <w:color w:val="FFFFFF" w:themeColor="background1"/>
      <w:sz w:val="7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073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9C5238" w:themeColor="accent2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542073"/>
    <w:rPr>
      <w:rFonts w:asciiTheme="majorHAnsi" w:eastAsiaTheme="majorEastAsia" w:hAnsiTheme="majorHAnsi" w:cstheme="majorBidi"/>
      <w:iCs/>
      <w:color w:val="9C5238" w:themeColor="accent2"/>
      <w:sz w:val="36"/>
    </w:rPr>
  </w:style>
  <w:style w:type="paragraph" w:customStyle="1" w:styleId="Symbol">
    <w:name w:val="Symbol"/>
    <w:basedOn w:val="Normal"/>
    <w:link w:val="SymbolChar"/>
    <w:qFormat/>
    <w:rsid w:val="00130E04"/>
    <w:pPr>
      <w:spacing w:after="0" w:line="480" w:lineRule="exact"/>
      <w:jc w:val="center"/>
    </w:pPr>
    <w:rPr>
      <w:color w:val="B2BEC3" w:themeColor="text2" w:themeTint="66"/>
      <w:sz w:val="44"/>
    </w:rPr>
  </w:style>
  <w:style w:type="character" w:customStyle="1" w:styleId="SymbolChar">
    <w:name w:val="Symbol Char"/>
    <w:basedOn w:val="DefaultParagraphFont"/>
    <w:link w:val="Symbol"/>
    <w:rsid w:val="00130E04"/>
    <w:rPr>
      <w:color w:val="B2BEC3" w:themeColor="text2" w:themeTint="66"/>
      <w:sz w:val="44"/>
    </w:rPr>
  </w:style>
  <w:style w:type="paragraph" w:customStyle="1" w:styleId="ContactDetails">
    <w:name w:val="Contact Details"/>
    <w:basedOn w:val="Normal"/>
    <w:link w:val="ContactDetailsChar"/>
    <w:qFormat/>
    <w:rsid w:val="00130E04"/>
    <w:pPr>
      <w:spacing w:after="180"/>
      <w:jc w:val="center"/>
    </w:pPr>
    <w:rPr>
      <w:color w:val="4B5A60" w:themeColor="text2"/>
      <w:sz w:val="18"/>
    </w:rPr>
  </w:style>
  <w:style w:type="character" w:customStyle="1" w:styleId="ContactDetailsChar">
    <w:name w:val="Contact Details Char"/>
    <w:basedOn w:val="DefaultParagraphFont"/>
    <w:link w:val="ContactDetails"/>
    <w:rsid w:val="00130E04"/>
    <w:rPr>
      <w:color w:val="4B5A60" w:themeColor="text2"/>
      <w:sz w:val="18"/>
    </w:rPr>
  </w:style>
  <w:style w:type="paragraph" w:customStyle="1" w:styleId="Organization">
    <w:name w:val="Organization"/>
    <w:basedOn w:val="Normal"/>
    <w:link w:val="OrganizationChar"/>
    <w:qFormat/>
    <w:rsid w:val="00130E04"/>
    <w:pPr>
      <w:spacing w:after="0"/>
      <w:jc w:val="center"/>
    </w:pPr>
    <w:rPr>
      <w:b/>
      <w:color w:val="4B5A60" w:themeColor="text2"/>
      <w:sz w:val="20"/>
    </w:rPr>
  </w:style>
  <w:style w:type="character" w:customStyle="1" w:styleId="OrganizationChar">
    <w:name w:val="Organization Char"/>
    <w:basedOn w:val="DefaultParagraphFont"/>
    <w:link w:val="Organization"/>
    <w:rsid w:val="00130E04"/>
    <w:rPr>
      <w:b/>
      <w:color w:val="4B5A60" w:themeColor="text2"/>
      <w:sz w:val="20"/>
    </w:rPr>
  </w:style>
  <w:style w:type="paragraph" w:styleId="NormalWeb">
    <w:name w:val="Normal (Web)"/>
    <w:basedOn w:val="Normal"/>
    <w:uiPriority w:val="99"/>
    <w:rsid w:val="0031743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Brochures:Capital%20Brochure.dotx" TargetMode="External"/></Relationships>
</file>

<file path=word/theme/theme1.xml><?xml version="1.0" encoding="utf-8"?>
<a:theme xmlns:a="http://schemas.openxmlformats.org/drawingml/2006/main" name="Capital">
  <a:themeElements>
    <a:clrScheme name="Capital">
      <a:dk1>
        <a:sysClr val="windowText" lastClr="000000"/>
      </a:dk1>
      <a:lt1>
        <a:sysClr val="window" lastClr="FFFFFF"/>
      </a:lt1>
      <a:dk2>
        <a:srgbClr val="4B5A60"/>
      </a:dk2>
      <a:lt2>
        <a:srgbClr val="D1D0C8"/>
      </a:lt2>
      <a:accent1>
        <a:srgbClr val="7C8F97"/>
      </a:accent1>
      <a:accent2>
        <a:srgbClr val="9C5238"/>
      </a:accent2>
      <a:accent3>
        <a:srgbClr val="504539"/>
      </a:accent3>
      <a:accent4>
        <a:srgbClr val="C1AD79"/>
      </a:accent4>
      <a:accent5>
        <a:srgbClr val="667559"/>
      </a:accent5>
      <a:accent6>
        <a:srgbClr val="BAD6AD"/>
      </a:accent6>
      <a:hlink>
        <a:srgbClr val="524A82"/>
      </a:hlink>
      <a:folHlink>
        <a:srgbClr val="8F9954"/>
      </a:folHlink>
    </a:clrScheme>
    <a:fontScheme name="Capital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Capital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7E0D4-5828-F842-816F-739F659D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Capital Brochure.dotx</Template>
  <TotalTime>5</TotalTime>
  <Pages>1</Pages>
  <Words>3</Words>
  <Characters>19</Characters>
  <Application>Microsoft Macintosh Word</Application>
  <DocSecurity>0</DocSecurity>
  <Lines>1</Lines>
  <Paragraphs>1</Paragraphs>
  <ScaleCrop>false</ScaleCrop>
  <Manager/>
  <Company/>
  <LinksUpToDate>false</LinksUpToDate>
  <CharactersWithSpaces>23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cp:lastPrinted>2007-11-05T23:29:00Z</cp:lastPrinted>
  <dcterms:created xsi:type="dcterms:W3CDTF">2014-01-17T19:54:00Z</dcterms:created>
  <dcterms:modified xsi:type="dcterms:W3CDTF">2014-01-17T19:54:00Z</dcterms:modified>
  <cp:category/>
</cp:coreProperties>
</file>